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BC" w:rsidRDefault="008F6DBC" w:rsidP="008F6DB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113</w:t>
      </w:r>
      <w:r w:rsidR="003C78C2">
        <w:t>/</w:t>
      </w:r>
      <w:r>
        <w:t>04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E3BF8">
        <w:t>31</w:t>
      </w:r>
      <w:r>
        <w:t xml:space="preserve">. </w:t>
      </w:r>
      <w:r w:rsidR="00AE5FC5">
        <w:t>října</w:t>
      </w:r>
      <w:r>
        <w:t xml:space="preserve"> 201</w:t>
      </w:r>
      <w:r w:rsidR="00AE3BF8">
        <w:t>8</w:t>
      </w:r>
      <w:r w:rsidR="00D35C64">
        <w:t>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4A7A9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 xml:space="preserve">Michal </w:t>
      </w:r>
      <w:proofErr w:type="spellStart"/>
      <w:r>
        <w:t>Polata</w:t>
      </w:r>
      <w:proofErr w:type="spellEnd"/>
      <w:r>
        <w:t xml:space="preserve"> (bod č. 2)</w:t>
      </w:r>
    </w:p>
    <w:p w:rsidR="004A7A94" w:rsidRPr="004A7A94" w:rsidRDefault="004A7A9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kulturu</w:t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F7E67" w:rsidRDefault="00DB2AB0" w:rsidP="003015BF">
      <w:pPr>
        <w:pStyle w:val="Nadpis2"/>
        <w:numPr>
          <w:ilvl w:val="0"/>
          <w:numId w:val="2"/>
        </w:numPr>
        <w:ind w:left="284" w:hanging="284"/>
        <w:rPr>
          <w:szCs w:val="32"/>
        </w:rPr>
      </w:pPr>
      <w:r>
        <w:rPr>
          <w:szCs w:val="32"/>
        </w:rPr>
        <w:lastRenderedPageBreak/>
        <w:t>Užití znaku města Strakonice – Muzeum středního Pootaví Strakonice</w:t>
      </w:r>
    </w:p>
    <w:p w:rsidR="00BF7E67" w:rsidRDefault="00BF7E67">
      <w:pPr>
        <w:jc w:val="both"/>
      </w:pPr>
    </w:p>
    <w:p w:rsidR="00A666D1" w:rsidRDefault="00A666D1" w:rsidP="00A666D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666D1" w:rsidRDefault="00A666D1" w:rsidP="00A666D1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666D1" w:rsidRDefault="00A666D1" w:rsidP="00A666D1">
      <w:pPr>
        <w:widowControl w:val="0"/>
        <w:autoSpaceDE w:val="0"/>
        <w:autoSpaceDN w:val="0"/>
        <w:adjustRightInd w:val="0"/>
        <w:jc w:val="both"/>
      </w:pPr>
    </w:p>
    <w:p w:rsidR="00A666D1" w:rsidRDefault="00A666D1" w:rsidP="00A666D1">
      <w:pPr>
        <w:pStyle w:val="Nadpis3"/>
      </w:pPr>
      <w:r>
        <w:t xml:space="preserve">I. Souhlasí </w:t>
      </w:r>
    </w:p>
    <w:p w:rsidR="007B1D87" w:rsidRDefault="007B1D87" w:rsidP="007B1D87">
      <w:pPr>
        <w:jc w:val="both"/>
      </w:pPr>
      <w:r>
        <w:t>s užitím znaku města Strakonice Muzeem středního Pootaví Strakonice, Zámek 1, 386 01 Strakonice, IČ 00072150 na plakáty a let</w:t>
      </w:r>
      <w:r w:rsidR="00363CE7">
        <w:t>á</w:t>
      </w:r>
      <w:r>
        <w:t>ky Adventních trhů pod Rumpálem</w:t>
      </w:r>
      <w:r w:rsidR="00A93681">
        <w:t>, které se uskuteční</w:t>
      </w:r>
      <w:r>
        <w:t xml:space="preserve"> ve </w:t>
      </w:r>
      <w:proofErr w:type="gramStart"/>
      <w:r>
        <w:t>dnech 7.-9.</w:t>
      </w:r>
      <w:proofErr w:type="gramEnd"/>
      <w:r>
        <w:t xml:space="preserve"> 12. 2018 v areálu strakonického hradu. </w:t>
      </w:r>
    </w:p>
    <w:p w:rsidR="00A666D1" w:rsidRDefault="00A666D1" w:rsidP="00A666D1">
      <w:pPr>
        <w:jc w:val="both"/>
        <w:rPr>
          <w:szCs w:val="28"/>
        </w:rPr>
      </w:pPr>
    </w:p>
    <w:p w:rsidR="007A4454" w:rsidRDefault="007A4454" w:rsidP="007A4454">
      <w:pPr>
        <w:pStyle w:val="Nadpis2"/>
        <w:numPr>
          <w:ilvl w:val="0"/>
          <w:numId w:val="2"/>
        </w:numPr>
        <w:ind w:left="284" w:hanging="284"/>
        <w:rPr>
          <w:szCs w:val="32"/>
        </w:rPr>
      </w:pPr>
      <w:r>
        <w:rPr>
          <w:szCs w:val="32"/>
        </w:rPr>
        <w:t>Zápis z 30. komise pro kulturu ze dne 15. 10. 2018</w:t>
      </w:r>
    </w:p>
    <w:p w:rsidR="007A4454" w:rsidRDefault="007A4454" w:rsidP="007A4454">
      <w:pPr>
        <w:jc w:val="both"/>
      </w:pPr>
    </w:p>
    <w:p w:rsidR="007A4454" w:rsidRDefault="007A4454" w:rsidP="007A445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A4454" w:rsidRDefault="007A4454" w:rsidP="007A445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7A4454" w:rsidRDefault="007A4454" w:rsidP="007A4454">
      <w:pPr>
        <w:widowControl w:val="0"/>
        <w:autoSpaceDE w:val="0"/>
        <w:autoSpaceDN w:val="0"/>
        <w:adjustRightInd w:val="0"/>
        <w:jc w:val="both"/>
      </w:pPr>
    </w:p>
    <w:p w:rsidR="007A4454" w:rsidRDefault="007A4454" w:rsidP="007A4454">
      <w:pPr>
        <w:pStyle w:val="Nadpis3"/>
      </w:pPr>
      <w:r>
        <w:t xml:space="preserve">I. </w:t>
      </w:r>
      <w:r w:rsidR="00F132F6">
        <w:t>Bere na vědomí</w:t>
      </w:r>
      <w:r>
        <w:t xml:space="preserve"> </w:t>
      </w:r>
    </w:p>
    <w:p w:rsidR="007A4454" w:rsidRDefault="006A5837" w:rsidP="007A4454">
      <w:pPr>
        <w:jc w:val="both"/>
      </w:pPr>
      <w:r>
        <w:t>z</w:t>
      </w:r>
      <w:r w:rsidR="00065314">
        <w:t>ápis</w:t>
      </w:r>
      <w:r>
        <w:t xml:space="preserve"> z 30.</w:t>
      </w:r>
      <w:r w:rsidR="00065314">
        <w:t xml:space="preserve"> komise pro kulturu ze dne 15. 10. 2018</w:t>
      </w:r>
      <w:r w:rsidR="007A4454">
        <w:t xml:space="preserve">. </w:t>
      </w:r>
    </w:p>
    <w:p w:rsidR="007A4454" w:rsidRDefault="007A4454" w:rsidP="007A4454">
      <w:pPr>
        <w:jc w:val="both"/>
        <w:rPr>
          <w:szCs w:val="28"/>
        </w:rPr>
      </w:pPr>
    </w:p>
    <w:p w:rsidR="007A4454" w:rsidRDefault="007A4454">
      <w:pPr>
        <w:jc w:val="both"/>
      </w:pPr>
      <w:bookmarkStart w:id="0" w:name="_GoBack"/>
      <w:bookmarkEnd w:id="0"/>
    </w:p>
    <w:sectPr w:rsidR="007A4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181B71"/>
    <w:rsid w:val="001C45EF"/>
    <w:rsid w:val="003015BF"/>
    <w:rsid w:val="00363CE7"/>
    <w:rsid w:val="00364546"/>
    <w:rsid w:val="003C78C2"/>
    <w:rsid w:val="004A7A94"/>
    <w:rsid w:val="00505229"/>
    <w:rsid w:val="006A5837"/>
    <w:rsid w:val="007A4454"/>
    <w:rsid w:val="007B1D87"/>
    <w:rsid w:val="008F6DBC"/>
    <w:rsid w:val="00920D19"/>
    <w:rsid w:val="009E26DB"/>
    <w:rsid w:val="00A432F0"/>
    <w:rsid w:val="00A666D1"/>
    <w:rsid w:val="00A93681"/>
    <w:rsid w:val="00AE3BF8"/>
    <w:rsid w:val="00AE5FC5"/>
    <w:rsid w:val="00BF7E67"/>
    <w:rsid w:val="00C5239A"/>
    <w:rsid w:val="00D35C64"/>
    <w:rsid w:val="00DB2AB0"/>
    <w:rsid w:val="00E34FEC"/>
    <w:rsid w:val="00F132F6"/>
    <w:rsid w:val="00F6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32</TotalTime>
  <Pages>2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24</cp:revision>
  <cp:lastPrinted>1899-12-31T23:00:00Z</cp:lastPrinted>
  <dcterms:created xsi:type="dcterms:W3CDTF">2018-10-22T05:38:00Z</dcterms:created>
  <dcterms:modified xsi:type="dcterms:W3CDTF">2018-10-24T11:59:00Z</dcterms:modified>
</cp:coreProperties>
</file>